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B1C048" w14:textId="6EE44985" w:rsidR="00AC0056" w:rsidRPr="006F2104" w:rsidRDefault="00C171C8" w:rsidP="006F2104">
      <w:pPr>
        <w:pStyle w:val="CAH5"/>
        <w:rPr>
          <w:highlight w:val="yellow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D8E7C" wp14:editId="34CF3F8A">
                <wp:simplePos x="0" y="0"/>
                <wp:positionH relativeFrom="column">
                  <wp:posOffset>-948690</wp:posOffset>
                </wp:positionH>
                <wp:positionV relativeFrom="paragraph">
                  <wp:posOffset>-32962</wp:posOffset>
                </wp:positionV>
                <wp:extent cx="7566660" cy="22860"/>
                <wp:effectExtent l="38100" t="38100" r="72390" b="9144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6660" cy="22860"/>
                        </a:xfrm>
                        <a:prstGeom prst="line">
                          <a:avLst/>
                        </a:prstGeom>
                        <a:ln>
                          <a:solidFill>
                            <a:srgbClr val="D9C133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9AF7B" id="Straight Connector 2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4.7pt,-2.6pt" to="521.1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" strokecolor="#d9c133" strokeweight="2pt">
                <v:shadow on="t" color="black" opacity="24903f" origin=",.5" offset="0,.55556mm"/>
              </v:line>
            </w:pict>
          </mc:Fallback>
        </mc:AlternateContent>
      </w:r>
    </w:p>
    <w:sectPr w:rsidR="00AC0056" w:rsidRPr="006F2104" w:rsidSect="00C171C8">
      <w:footerReference w:type="even" r:id="rId12"/>
      <w:headerReference w:type="first" r:id="rId13"/>
      <w:footerReference w:type="first" r:id="rId14"/>
      <w:pgSz w:w="11900" w:h="16840"/>
      <w:pgMar w:top="2311" w:right="1440" w:bottom="1440" w:left="1440" w:header="851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34FDF" w14:textId="77777777" w:rsidR="00F45CDC" w:rsidRDefault="00F45CDC">
      <w:pPr>
        <w:spacing w:after="0" w:line="240" w:lineRule="auto"/>
      </w:pPr>
      <w:r>
        <w:separator/>
      </w:r>
    </w:p>
  </w:endnote>
  <w:endnote w:type="continuationSeparator" w:id="0">
    <w:p w14:paraId="5258972A" w14:textId="77777777" w:rsidR="00F45CDC" w:rsidRDefault="00F45CDC">
      <w:pPr>
        <w:spacing w:after="0" w:line="240" w:lineRule="auto"/>
      </w:pPr>
      <w:r>
        <w:continuationSeparator/>
      </w:r>
    </w:p>
  </w:endnote>
  <w:endnote w:type="continuationNotice" w:id="1">
    <w:p w14:paraId="007591CB" w14:textId="77777777" w:rsidR="00F45CDC" w:rsidRDefault="00F45C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220C7" w14:textId="0BC9EBC2" w:rsidR="00E42D3E" w:rsidRDefault="00E42D3E" w:rsidP="00E42D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 w:rsidR="00197F45">
      <w:rPr>
        <w:rStyle w:val="PageNumber"/>
      </w:rPr>
      <w:t>TWG\TWG\50247742\1</w:t>
    </w:r>
  </w:p>
  <w:p w14:paraId="6D104769" w14:textId="77777777" w:rsidR="00E42D3E" w:rsidRDefault="00E42D3E" w:rsidP="00DB593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222E9" w14:textId="7F832C03" w:rsidR="009C5D2D" w:rsidRPr="001A6159" w:rsidRDefault="00FF5679" w:rsidP="001A6159">
    <w:pPr>
      <w:autoSpaceDN w:val="0"/>
      <w:rPr>
        <w:rFonts w:ascii="Arial" w:hAnsi="Arial" w:cs="Arial"/>
        <w:sz w:val="14"/>
        <w:szCs w:val="14"/>
        <w:lang w:val="en-AU"/>
      </w:rPr>
    </w:pPr>
    <w:r>
      <w:rPr>
        <w:rFonts w:ascii="Arial" w:hAnsi="Arial" w:cs="Arial"/>
        <w:noProof/>
        <w:sz w:val="14"/>
        <w:szCs w:val="14"/>
        <w:lang w:val="en-AU" w:eastAsia="en-AU"/>
      </w:rPr>
      <w:drawing>
        <wp:anchor distT="0" distB="0" distL="114300" distR="114300" simplePos="0" relativeHeight="251662336" behindDoc="0" locked="0" layoutInCell="1" allowOverlap="1" wp14:anchorId="6E4199A0" wp14:editId="57500006">
          <wp:simplePos x="0" y="0"/>
          <wp:positionH relativeFrom="column">
            <wp:posOffset>2590800</wp:posOffset>
          </wp:positionH>
          <wp:positionV relativeFrom="paragraph">
            <wp:posOffset>186690</wp:posOffset>
          </wp:positionV>
          <wp:extent cx="1579245" cy="879475"/>
          <wp:effectExtent l="0" t="0" r="1905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25426593_Colour_Landscap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9245" cy="879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666CF1" w14:textId="19021242" w:rsidR="004B3439" w:rsidRPr="004B3439" w:rsidRDefault="00FF5679" w:rsidP="00FF5679">
    <w:pPr>
      <w:tabs>
        <w:tab w:val="left" w:pos="2662"/>
      </w:tabs>
      <w:autoSpaceDN w:val="0"/>
      <w:rPr>
        <w:rFonts w:ascii="Arial" w:hAnsi="Arial" w:cs="Arial"/>
        <w:sz w:val="14"/>
        <w:szCs w:val="14"/>
        <w:lang w:val="en-AU"/>
      </w:rPr>
    </w:pPr>
    <w:r>
      <w:rPr>
        <w:rFonts w:ascii="Arial" w:hAnsi="Arial" w:cs="Arial"/>
        <w:noProof/>
        <w:sz w:val="14"/>
        <w:szCs w:val="14"/>
        <w:lang w:val="en-AU" w:eastAsia="en-AU"/>
      </w:rPr>
      <w:drawing>
        <wp:inline distT="0" distB="0" distL="0" distR="0" wp14:anchorId="7E7AED6D" wp14:editId="4CF35B8B">
          <wp:extent cx="1108421" cy="747068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 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19602" cy="7546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03CB3">
      <w:rPr>
        <w:rFonts w:ascii="Arial" w:hAnsi="Arial" w:cs="Arial"/>
        <w:noProof/>
        <w:sz w:val="14"/>
        <w:szCs w:val="14"/>
        <w:lang w:val="en-AU" w:eastAsia="en-AU"/>
      </w:rPr>
      <w:drawing>
        <wp:inline distT="0" distB="0" distL="0" distR="0" wp14:anchorId="6073EBD7" wp14:editId="61BD697B">
          <wp:extent cx="1234440" cy="713105"/>
          <wp:effectExtent l="0" t="0" r="3810" b="0"/>
          <wp:docPr id="2" name="Picture 2" descr="C:\Users\Rothany\AppData\Local\Microsoft\Windows\INetCache\Content.Word\xero-certified-advisor-logo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thany\AppData\Local\Microsoft\Windows\INetCache\Content.Word\xero-certified-advisor-logo-CMYK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4"/>
        <w:szCs w:val="14"/>
        <w:lang w:val="en-A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AE3D0" w14:textId="77777777" w:rsidR="00F45CDC" w:rsidRDefault="00F45CDC">
      <w:pPr>
        <w:spacing w:after="0" w:line="240" w:lineRule="auto"/>
      </w:pPr>
      <w:r>
        <w:separator/>
      </w:r>
    </w:p>
  </w:footnote>
  <w:footnote w:type="continuationSeparator" w:id="0">
    <w:p w14:paraId="285546E2" w14:textId="77777777" w:rsidR="00F45CDC" w:rsidRDefault="00F45CDC">
      <w:pPr>
        <w:spacing w:after="0" w:line="240" w:lineRule="auto"/>
      </w:pPr>
      <w:r>
        <w:continuationSeparator/>
      </w:r>
    </w:p>
  </w:footnote>
  <w:footnote w:type="continuationNotice" w:id="1">
    <w:p w14:paraId="42FE2B58" w14:textId="77777777" w:rsidR="00F45CDC" w:rsidRDefault="00F45C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4DEA8" w14:textId="21724BB0" w:rsidR="00C171C8" w:rsidRPr="00FC5846" w:rsidRDefault="00C171C8" w:rsidP="00C171C8">
    <w:pPr>
      <w:spacing w:after="0" w:line="240" w:lineRule="auto"/>
      <w:rPr>
        <w:rFonts w:ascii="Book Antiqua" w:hAnsi="Book Antiqua"/>
        <w:b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FC5846">
      <w:rPr>
        <w:rFonts w:ascii="Book Antiqua" w:hAnsi="Book Antiqua"/>
        <w:b/>
        <w:noProof/>
        <w:color w:val="C8A112"/>
        <w:sz w:val="20"/>
        <w:szCs w:val="20"/>
        <w:lang w:val="en-AU" w:eastAsia="en-AU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drawing>
        <wp:anchor distT="0" distB="0" distL="114300" distR="114300" simplePos="0" relativeHeight="251664384" behindDoc="0" locked="0" layoutInCell="1" allowOverlap="1" wp14:anchorId="4B8BCCDD" wp14:editId="7CEBB4E9">
          <wp:simplePos x="0" y="0"/>
          <wp:positionH relativeFrom="column">
            <wp:posOffset>4172874</wp:posOffset>
          </wp:positionH>
          <wp:positionV relativeFrom="paragraph">
            <wp:posOffset>-145819</wp:posOffset>
          </wp:positionV>
          <wp:extent cx="2310765" cy="1414145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lphaToOme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765" cy="141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35F1">
      <w:rPr>
        <w:rFonts w:ascii="Book Antiqua" w:hAnsi="Book Antiqua"/>
        <w:b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 xml:space="preserve">Rothany Ward CA </w:t>
    </w:r>
    <w:proofErr w:type="spellStart"/>
    <w:r w:rsidR="008F35F1">
      <w:rPr>
        <w:rFonts w:ascii="Book Antiqua" w:hAnsi="Book Antiqua"/>
        <w:b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BBus</w:t>
    </w:r>
    <w:proofErr w:type="spellEnd"/>
    <w:r w:rsidR="008F35F1">
      <w:rPr>
        <w:rFonts w:ascii="Book Antiqua" w:hAnsi="Book Antiqua"/>
        <w:b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.</w:t>
    </w:r>
  </w:p>
  <w:p w14:paraId="241E2D7C" w14:textId="77777777" w:rsidR="00C171C8" w:rsidRPr="00912535" w:rsidRDefault="00C171C8" w:rsidP="00C171C8">
    <w:pPr>
      <w:spacing w:after="0" w:line="240" w:lineRule="auto"/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912535"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ABN: 68 485 001 859</w:t>
    </w:r>
  </w:p>
  <w:p w14:paraId="2462B617" w14:textId="77777777" w:rsidR="00C171C8" w:rsidRPr="00912535" w:rsidRDefault="00C171C8" w:rsidP="00C171C8">
    <w:pPr>
      <w:spacing w:after="0" w:line="240" w:lineRule="auto"/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912535"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TAN: 254 265 93</w:t>
    </w:r>
  </w:p>
  <w:p w14:paraId="6220E255" w14:textId="77777777" w:rsidR="00C171C8" w:rsidRPr="00912535" w:rsidRDefault="00C171C8" w:rsidP="00C171C8">
    <w:pPr>
      <w:spacing w:after="0" w:line="240" w:lineRule="auto"/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912535"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24 Christopher Drive</w:t>
    </w:r>
  </w:p>
  <w:p w14:paraId="6FDDF962" w14:textId="77777777" w:rsidR="00C171C8" w:rsidRPr="00912535" w:rsidRDefault="00C171C8" w:rsidP="00C171C8">
    <w:pPr>
      <w:spacing w:after="0" w:line="240" w:lineRule="auto"/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912535"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Frankston South VIC 3199</w:t>
    </w:r>
  </w:p>
  <w:p w14:paraId="2AE0C6CD" w14:textId="77777777" w:rsidR="00912535" w:rsidRPr="00912535" w:rsidRDefault="00C171C8" w:rsidP="00C171C8">
    <w:pPr>
      <w:spacing w:after="0" w:line="240" w:lineRule="auto"/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912535"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0439386521</w:t>
    </w:r>
  </w:p>
  <w:p w14:paraId="64F63F08" w14:textId="7D5CAB8A" w:rsidR="00912535" w:rsidRDefault="00912535" w:rsidP="00C171C8">
    <w:pPr>
      <w:spacing w:after="0" w:line="240" w:lineRule="auto"/>
      <w:rPr>
        <w:rFonts w:ascii="Book Antiqua" w:hAnsi="Book Antiqua"/>
        <w:b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912535"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Rothany@alphatoomegabusinessservices.com.au</w:t>
    </w:r>
  </w:p>
  <w:p w14:paraId="7EE71836" w14:textId="64F7194B" w:rsidR="00912535" w:rsidRDefault="00912535" w:rsidP="00C171C8">
    <w:pPr>
      <w:spacing w:after="0" w:line="240" w:lineRule="auto"/>
      <w:rPr>
        <w:rFonts w:ascii="Book Antiqua" w:hAnsi="Book Antiqua"/>
        <w:b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912535">
      <w:rPr>
        <w:rFonts w:ascii="Book Antiqua" w:hAnsi="Book Antiqua"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www.alphatoomegabusinessservices.com.au</w:t>
    </w:r>
  </w:p>
  <w:p w14:paraId="4B358E19" w14:textId="76A6FA8E" w:rsidR="00E42D3E" w:rsidRPr="00282654" w:rsidRDefault="001A6159" w:rsidP="00C171C8">
    <w:pPr>
      <w:spacing w:after="0" w:line="240" w:lineRule="auto"/>
      <w:rPr>
        <w:sz w:val="18"/>
        <w:szCs w:val="18"/>
      </w:rPr>
    </w:pPr>
    <w:r w:rsidRPr="00FC5846">
      <w:rPr>
        <w:rFonts w:ascii="Book Antiqua" w:hAnsi="Book Antiqua"/>
        <w:b/>
        <w:color w:val="C8A112"/>
        <w:sz w:val="20"/>
        <w:szCs w:val="2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ab/>
    </w:r>
    <w:r w:rsidRPr="00FC5846">
      <w:rPr>
        <w:b/>
        <w:color w:val="D9C133"/>
        <w:sz w:val="20"/>
        <w:szCs w:val="20"/>
      </w:rPr>
      <w:tab/>
    </w:r>
    <w:r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6B65"/>
    <w:multiLevelType w:val="hybridMultilevel"/>
    <w:tmpl w:val="AC3ABD22"/>
    <w:lvl w:ilvl="0" w:tplc="00011409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31409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051409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11409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3140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051409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11409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3140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051409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651CBA"/>
    <w:multiLevelType w:val="hybridMultilevel"/>
    <w:tmpl w:val="A70AD57C"/>
    <w:lvl w:ilvl="0" w:tplc="00011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1409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0051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1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1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E2D0D"/>
    <w:multiLevelType w:val="hybridMultilevel"/>
    <w:tmpl w:val="20B637AE"/>
    <w:lvl w:ilvl="0" w:tplc="00011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1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1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1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1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C4D14"/>
    <w:multiLevelType w:val="hybridMultilevel"/>
    <w:tmpl w:val="5C1057C8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E23CC"/>
    <w:multiLevelType w:val="hybridMultilevel"/>
    <w:tmpl w:val="F24006EE"/>
    <w:lvl w:ilvl="0" w:tplc="ED0C974E">
      <w:start w:val="1"/>
      <w:numFmt w:val="decimal"/>
      <w:pStyle w:val="CANUmberlist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149D4"/>
    <w:multiLevelType w:val="hybridMultilevel"/>
    <w:tmpl w:val="0D561D3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539D3"/>
    <w:multiLevelType w:val="multilevel"/>
    <w:tmpl w:val="A70AD5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3658C"/>
    <w:multiLevelType w:val="multilevel"/>
    <w:tmpl w:val="7FD81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A4BCB"/>
    <w:multiLevelType w:val="multilevel"/>
    <w:tmpl w:val="D3DE69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0535A"/>
    <w:multiLevelType w:val="hybridMultilevel"/>
    <w:tmpl w:val="FA009456"/>
    <w:lvl w:ilvl="0" w:tplc="00011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1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1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1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1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A5429"/>
    <w:multiLevelType w:val="hybridMultilevel"/>
    <w:tmpl w:val="30662E1E"/>
    <w:lvl w:ilvl="0" w:tplc="00011409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3140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051409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11409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3140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051409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11409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3140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051409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3D202F"/>
    <w:multiLevelType w:val="hybridMultilevel"/>
    <w:tmpl w:val="B184B6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43135"/>
    <w:multiLevelType w:val="hybridMultilevel"/>
    <w:tmpl w:val="F0F21B96"/>
    <w:lvl w:ilvl="0" w:tplc="6ED2DD56">
      <w:start w:val="1"/>
      <w:numFmt w:val="bullet"/>
      <w:pStyle w:val="CA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2592C"/>
    <w:multiLevelType w:val="hybridMultilevel"/>
    <w:tmpl w:val="7BB8A566"/>
    <w:lvl w:ilvl="0" w:tplc="00011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1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1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1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1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C285E"/>
    <w:multiLevelType w:val="hybridMultilevel"/>
    <w:tmpl w:val="42B6BB86"/>
    <w:lvl w:ilvl="0" w:tplc="DC6804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0191409" w:tentative="1">
      <w:start w:val="1"/>
      <w:numFmt w:val="lowerLetter"/>
      <w:lvlText w:val="%2."/>
      <w:lvlJc w:val="left"/>
      <w:pPr>
        <w:ind w:left="1440" w:hanging="360"/>
      </w:pPr>
    </w:lvl>
    <w:lvl w:ilvl="2" w:tplc="001B1409" w:tentative="1">
      <w:start w:val="1"/>
      <w:numFmt w:val="lowerRoman"/>
      <w:lvlText w:val="%3."/>
      <w:lvlJc w:val="right"/>
      <w:pPr>
        <w:ind w:left="2160" w:hanging="180"/>
      </w:pPr>
    </w:lvl>
    <w:lvl w:ilvl="3" w:tplc="000F1409" w:tentative="1">
      <w:start w:val="1"/>
      <w:numFmt w:val="decimal"/>
      <w:lvlText w:val="%4."/>
      <w:lvlJc w:val="left"/>
      <w:pPr>
        <w:ind w:left="2880" w:hanging="360"/>
      </w:pPr>
    </w:lvl>
    <w:lvl w:ilvl="4" w:tplc="00191409" w:tentative="1">
      <w:start w:val="1"/>
      <w:numFmt w:val="lowerLetter"/>
      <w:lvlText w:val="%5."/>
      <w:lvlJc w:val="left"/>
      <w:pPr>
        <w:ind w:left="3600" w:hanging="360"/>
      </w:pPr>
    </w:lvl>
    <w:lvl w:ilvl="5" w:tplc="001B1409" w:tentative="1">
      <w:start w:val="1"/>
      <w:numFmt w:val="lowerRoman"/>
      <w:lvlText w:val="%6."/>
      <w:lvlJc w:val="right"/>
      <w:pPr>
        <w:ind w:left="4320" w:hanging="180"/>
      </w:pPr>
    </w:lvl>
    <w:lvl w:ilvl="6" w:tplc="000F1409" w:tentative="1">
      <w:start w:val="1"/>
      <w:numFmt w:val="decimal"/>
      <w:lvlText w:val="%7."/>
      <w:lvlJc w:val="left"/>
      <w:pPr>
        <w:ind w:left="5040" w:hanging="360"/>
      </w:pPr>
    </w:lvl>
    <w:lvl w:ilvl="7" w:tplc="00191409" w:tentative="1">
      <w:start w:val="1"/>
      <w:numFmt w:val="lowerLetter"/>
      <w:lvlText w:val="%8."/>
      <w:lvlJc w:val="left"/>
      <w:pPr>
        <w:ind w:left="5760" w:hanging="360"/>
      </w:pPr>
    </w:lvl>
    <w:lvl w:ilvl="8" w:tplc="001B1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D3E99"/>
    <w:multiLevelType w:val="hybridMultilevel"/>
    <w:tmpl w:val="8746EC42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61677"/>
    <w:multiLevelType w:val="hybridMultilevel"/>
    <w:tmpl w:val="D8283928"/>
    <w:lvl w:ilvl="0" w:tplc="78CEA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0191409" w:tentative="1">
      <w:start w:val="1"/>
      <w:numFmt w:val="lowerLetter"/>
      <w:lvlText w:val="%2."/>
      <w:lvlJc w:val="left"/>
      <w:pPr>
        <w:ind w:left="1440" w:hanging="360"/>
      </w:pPr>
    </w:lvl>
    <w:lvl w:ilvl="2" w:tplc="001B1409" w:tentative="1">
      <w:start w:val="1"/>
      <w:numFmt w:val="lowerRoman"/>
      <w:lvlText w:val="%3."/>
      <w:lvlJc w:val="right"/>
      <w:pPr>
        <w:ind w:left="2160" w:hanging="180"/>
      </w:pPr>
    </w:lvl>
    <w:lvl w:ilvl="3" w:tplc="000F1409" w:tentative="1">
      <w:start w:val="1"/>
      <w:numFmt w:val="decimal"/>
      <w:lvlText w:val="%4."/>
      <w:lvlJc w:val="left"/>
      <w:pPr>
        <w:ind w:left="2880" w:hanging="360"/>
      </w:pPr>
    </w:lvl>
    <w:lvl w:ilvl="4" w:tplc="00191409" w:tentative="1">
      <w:start w:val="1"/>
      <w:numFmt w:val="lowerLetter"/>
      <w:lvlText w:val="%5."/>
      <w:lvlJc w:val="left"/>
      <w:pPr>
        <w:ind w:left="3600" w:hanging="360"/>
      </w:pPr>
    </w:lvl>
    <w:lvl w:ilvl="5" w:tplc="001B1409" w:tentative="1">
      <w:start w:val="1"/>
      <w:numFmt w:val="lowerRoman"/>
      <w:lvlText w:val="%6."/>
      <w:lvlJc w:val="right"/>
      <w:pPr>
        <w:ind w:left="4320" w:hanging="180"/>
      </w:pPr>
    </w:lvl>
    <w:lvl w:ilvl="6" w:tplc="000F1409" w:tentative="1">
      <w:start w:val="1"/>
      <w:numFmt w:val="decimal"/>
      <w:lvlText w:val="%7."/>
      <w:lvlJc w:val="left"/>
      <w:pPr>
        <w:ind w:left="5040" w:hanging="360"/>
      </w:pPr>
    </w:lvl>
    <w:lvl w:ilvl="7" w:tplc="00191409" w:tentative="1">
      <w:start w:val="1"/>
      <w:numFmt w:val="lowerLetter"/>
      <w:lvlText w:val="%8."/>
      <w:lvlJc w:val="left"/>
      <w:pPr>
        <w:ind w:left="5760" w:hanging="360"/>
      </w:pPr>
    </w:lvl>
    <w:lvl w:ilvl="8" w:tplc="001B1409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14"/>
  </w:num>
  <w:num w:numId="5">
    <w:abstractNumId w:val="1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15"/>
  </w:num>
  <w:num w:numId="11">
    <w:abstractNumId w:val="5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AU" w:vendorID="64" w:dllVersion="0" w:nlCheck="1" w:checkStyle="0"/>
  <w:activeWritingStyle w:appName="MSWord" w:lang="en-NZ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oNotTrackFormatting/>
  <w:defaultTabStop w:val="720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lename" w:val="TWG\JLL\50258298\2"/>
  </w:docVars>
  <w:rsids>
    <w:rsidRoot w:val="00217DE7"/>
    <w:rsid w:val="00011943"/>
    <w:rsid w:val="00015CAF"/>
    <w:rsid w:val="00020737"/>
    <w:rsid w:val="00026E7A"/>
    <w:rsid w:val="00035E1A"/>
    <w:rsid w:val="000450AD"/>
    <w:rsid w:val="0006549D"/>
    <w:rsid w:val="00073D89"/>
    <w:rsid w:val="00076633"/>
    <w:rsid w:val="00091A77"/>
    <w:rsid w:val="000A46CE"/>
    <w:rsid w:val="000C36CC"/>
    <w:rsid w:val="000E433F"/>
    <w:rsid w:val="00103FDD"/>
    <w:rsid w:val="00110F80"/>
    <w:rsid w:val="00112B09"/>
    <w:rsid w:val="001206A3"/>
    <w:rsid w:val="00120C87"/>
    <w:rsid w:val="00122C08"/>
    <w:rsid w:val="00137829"/>
    <w:rsid w:val="00137B74"/>
    <w:rsid w:val="00155DE6"/>
    <w:rsid w:val="001617C3"/>
    <w:rsid w:val="00166354"/>
    <w:rsid w:val="001753FC"/>
    <w:rsid w:val="00176115"/>
    <w:rsid w:val="00180330"/>
    <w:rsid w:val="00185FD0"/>
    <w:rsid w:val="00197F45"/>
    <w:rsid w:val="001A0090"/>
    <w:rsid w:val="001A6159"/>
    <w:rsid w:val="001A74AF"/>
    <w:rsid w:val="001B1B28"/>
    <w:rsid w:val="001B250D"/>
    <w:rsid w:val="001B5179"/>
    <w:rsid w:val="001C58C2"/>
    <w:rsid w:val="001D122E"/>
    <w:rsid w:val="001E2CB7"/>
    <w:rsid w:val="001F2993"/>
    <w:rsid w:val="00200CDB"/>
    <w:rsid w:val="002168CF"/>
    <w:rsid w:val="00217DE7"/>
    <w:rsid w:val="00221EFD"/>
    <w:rsid w:val="00227A77"/>
    <w:rsid w:val="002461D8"/>
    <w:rsid w:val="00246BF1"/>
    <w:rsid w:val="00277447"/>
    <w:rsid w:val="00282654"/>
    <w:rsid w:val="00283E3B"/>
    <w:rsid w:val="002B1F40"/>
    <w:rsid w:val="002C5083"/>
    <w:rsid w:val="002E1BAC"/>
    <w:rsid w:val="002E3976"/>
    <w:rsid w:val="002F0FB0"/>
    <w:rsid w:val="003262D5"/>
    <w:rsid w:val="00346DB5"/>
    <w:rsid w:val="00352D3C"/>
    <w:rsid w:val="0035674D"/>
    <w:rsid w:val="00360A0C"/>
    <w:rsid w:val="0036541E"/>
    <w:rsid w:val="00370525"/>
    <w:rsid w:val="00370C1B"/>
    <w:rsid w:val="003841BD"/>
    <w:rsid w:val="00392C08"/>
    <w:rsid w:val="003B0B94"/>
    <w:rsid w:val="003C098C"/>
    <w:rsid w:val="003C7D91"/>
    <w:rsid w:val="003E5DB8"/>
    <w:rsid w:val="00401BA1"/>
    <w:rsid w:val="004073F4"/>
    <w:rsid w:val="0044289D"/>
    <w:rsid w:val="004450D4"/>
    <w:rsid w:val="00452F0E"/>
    <w:rsid w:val="004753B4"/>
    <w:rsid w:val="004776B2"/>
    <w:rsid w:val="00480565"/>
    <w:rsid w:val="004845F1"/>
    <w:rsid w:val="00496E14"/>
    <w:rsid w:val="004B3439"/>
    <w:rsid w:val="004F1B55"/>
    <w:rsid w:val="005047DB"/>
    <w:rsid w:val="00511652"/>
    <w:rsid w:val="0052382D"/>
    <w:rsid w:val="005430C7"/>
    <w:rsid w:val="0055562F"/>
    <w:rsid w:val="00555810"/>
    <w:rsid w:val="0056425B"/>
    <w:rsid w:val="00566807"/>
    <w:rsid w:val="005710C1"/>
    <w:rsid w:val="00577EA9"/>
    <w:rsid w:val="00580032"/>
    <w:rsid w:val="005853D7"/>
    <w:rsid w:val="00595B2A"/>
    <w:rsid w:val="005970ED"/>
    <w:rsid w:val="005A12A9"/>
    <w:rsid w:val="005D4CBE"/>
    <w:rsid w:val="005E4D96"/>
    <w:rsid w:val="005F6EB3"/>
    <w:rsid w:val="005F756A"/>
    <w:rsid w:val="0060486C"/>
    <w:rsid w:val="00612725"/>
    <w:rsid w:val="00612D4E"/>
    <w:rsid w:val="00622F7B"/>
    <w:rsid w:val="00634005"/>
    <w:rsid w:val="00636305"/>
    <w:rsid w:val="00637D10"/>
    <w:rsid w:val="00651072"/>
    <w:rsid w:val="006639B0"/>
    <w:rsid w:val="00672E2F"/>
    <w:rsid w:val="00696DF6"/>
    <w:rsid w:val="006A1953"/>
    <w:rsid w:val="006A4DD0"/>
    <w:rsid w:val="006B4546"/>
    <w:rsid w:val="006B684B"/>
    <w:rsid w:val="006B7F9F"/>
    <w:rsid w:val="006C08FA"/>
    <w:rsid w:val="006C6FB4"/>
    <w:rsid w:val="006F2104"/>
    <w:rsid w:val="006F4D50"/>
    <w:rsid w:val="006F6BA3"/>
    <w:rsid w:val="006F720D"/>
    <w:rsid w:val="006F7CA5"/>
    <w:rsid w:val="00707132"/>
    <w:rsid w:val="0070730F"/>
    <w:rsid w:val="007312D1"/>
    <w:rsid w:val="007472B9"/>
    <w:rsid w:val="0075269C"/>
    <w:rsid w:val="007534AF"/>
    <w:rsid w:val="00753CDA"/>
    <w:rsid w:val="0076182C"/>
    <w:rsid w:val="00782383"/>
    <w:rsid w:val="007B3AE9"/>
    <w:rsid w:val="007E37B0"/>
    <w:rsid w:val="008157C9"/>
    <w:rsid w:val="00826D6E"/>
    <w:rsid w:val="00842190"/>
    <w:rsid w:val="00856871"/>
    <w:rsid w:val="00862AB0"/>
    <w:rsid w:val="00865D89"/>
    <w:rsid w:val="00874CB6"/>
    <w:rsid w:val="008871FE"/>
    <w:rsid w:val="008A26A4"/>
    <w:rsid w:val="008B2C26"/>
    <w:rsid w:val="008C20ED"/>
    <w:rsid w:val="008D5173"/>
    <w:rsid w:val="008E2A63"/>
    <w:rsid w:val="008F35F1"/>
    <w:rsid w:val="00906D6A"/>
    <w:rsid w:val="00912535"/>
    <w:rsid w:val="0093563A"/>
    <w:rsid w:val="00956A52"/>
    <w:rsid w:val="0096706D"/>
    <w:rsid w:val="0097343F"/>
    <w:rsid w:val="009845BC"/>
    <w:rsid w:val="009A4161"/>
    <w:rsid w:val="009B3C2D"/>
    <w:rsid w:val="009B74E4"/>
    <w:rsid w:val="009C5D2D"/>
    <w:rsid w:val="009D54E7"/>
    <w:rsid w:val="009E3F0F"/>
    <w:rsid w:val="009F71C6"/>
    <w:rsid w:val="00A012C8"/>
    <w:rsid w:val="00A36FAA"/>
    <w:rsid w:val="00A470EE"/>
    <w:rsid w:val="00A576A8"/>
    <w:rsid w:val="00A64A1B"/>
    <w:rsid w:val="00A77978"/>
    <w:rsid w:val="00A93DC2"/>
    <w:rsid w:val="00AC0056"/>
    <w:rsid w:val="00AC2293"/>
    <w:rsid w:val="00AC48AC"/>
    <w:rsid w:val="00AC6CA1"/>
    <w:rsid w:val="00AD2EBD"/>
    <w:rsid w:val="00AF3620"/>
    <w:rsid w:val="00B01FDD"/>
    <w:rsid w:val="00B02FC8"/>
    <w:rsid w:val="00B04258"/>
    <w:rsid w:val="00B143E9"/>
    <w:rsid w:val="00B4183B"/>
    <w:rsid w:val="00B60DEA"/>
    <w:rsid w:val="00B67634"/>
    <w:rsid w:val="00B70F74"/>
    <w:rsid w:val="00B76FB6"/>
    <w:rsid w:val="00B841B2"/>
    <w:rsid w:val="00B94DCF"/>
    <w:rsid w:val="00BB40F9"/>
    <w:rsid w:val="00BC25F0"/>
    <w:rsid w:val="00BF5550"/>
    <w:rsid w:val="00BF5CB0"/>
    <w:rsid w:val="00BF7EED"/>
    <w:rsid w:val="00C117B5"/>
    <w:rsid w:val="00C15DB1"/>
    <w:rsid w:val="00C171C8"/>
    <w:rsid w:val="00C22FF3"/>
    <w:rsid w:val="00C47641"/>
    <w:rsid w:val="00C65998"/>
    <w:rsid w:val="00C66A19"/>
    <w:rsid w:val="00C75A49"/>
    <w:rsid w:val="00CA1D18"/>
    <w:rsid w:val="00CB08E5"/>
    <w:rsid w:val="00CF3DFE"/>
    <w:rsid w:val="00D03CB3"/>
    <w:rsid w:val="00D077FA"/>
    <w:rsid w:val="00D109B0"/>
    <w:rsid w:val="00D12BEB"/>
    <w:rsid w:val="00D23937"/>
    <w:rsid w:val="00D37E6F"/>
    <w:rsid w:val="00D45A8A"/>
    <w:rsid w:val="00D57A21"/>
    <w:rsid w:val="00D7164B"/>
    <w:rsid w:val="00D744B7"/>
    <w:rsid w:val="00D77E17"/>
    <w:rsid w:val="00D84D49"/>
    <w:rsid w:val="00D905FD"/>
    <w:rsid w:val="00D94E8D"/>
    <w:rsid w:val="00DA1E5A"/>
    <w:rsid w:val="00DB593C"/>
    <w:rsid w:val="00DC5EED"/>
    <w:rsid w:val="00DC6DA8"/>
    <w:rsid w:val="00DD3E46"/>
    <w:rsid w:val="00DD4F03"/>
    <w:rsid w:val="00DE0BF8"/>
    <w:rsid w:val="00DE1DEE"/>
    <w:rsid w:val="00DF716B"/>
    <w:rsid w:val="00E110F3"/>
    <w:rsid w:val="00E16053"/>
    <w:rsid w:val="00E41721"/>
    <w:rsid w:val="00E42D3E"/>
    <w:rsid w:val="00E50A81"/>
    <w:rsid w:val="00E70EC3"/>
    <w:rsid w:val="00E720D4"/>
    <w:rsid w:val="00E72999"/>
    <w:rsid w:val="00E807AD"/>
    <w:rsid w:val="00E86624"/>
    <w:rsid w:val="00E867F3"/>
    <w:rsid w:val="00E947EF"/>
    <w:rsid w:val="00E97AB2"/>
    <w:rsid w:val="00EA25EC"/>
    <w:rsid w:val="00EA2E85"/>
    <w:rsid w:val="00EC5908"/>
    <w:rsid w:val="00ED2BC4"/>
    <w:rsid w:val="00EE0671"/>
    <w:rsid w:val="00EF00D6"/>
    <w:rsid w:val="00F12410"/>
    <w:rsid w:val="00F3016F"/>
    <w:rsid w:val="00F367D9"/>
    <w:rsid w:val="00F45CDC"/>
    <w:rsid w:val="00F7197F"/>
    <w:rsid w:val="00F72613"/>
    <w:rsid w:val="00F80978"/>
    <w:rsid w:val="00FB2FBD"/>
    <w:rsid w:val="00FC3644"/>
    <w:rsid w:val="00FC5846"/>
    <w:rsid w:val="00FF30C1"/>
    <w:rsid w:val="00FF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C95FE8"/>
  <w15:docId w15:val="{A211B9F2-A84A-4660-A555-5FFDB86E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D3E"/>
    <w:pPr>
      <w:spacing w:after="200" w:line="276" w:lineRule="auto"/>
    </w:pPr>
    <w:rPr>
      <w:rFonts w:ascii="Calibri" w:hAnsi="Calibri"/>
      <w:sz w:val="22"/>
      <w:szCs w:val="22"/>
      <w:lang w:val="en-NZ"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47DB"/>
    <w:pPr>
      <w:keepNext/>
      <w:keepLines/>
      <w:spacing w:before="480" w:after="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7DB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7470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C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70C1B"/>
    <w:rPr>
      <w:rFonts w:ascii="Lucida Grande" w:hAnsi="Lucida Grande" w:cs="Lucida Grande"/>
      <w:sz w:val="18"/>
      <w:szCs w:val="18"/>
    </w:rPr>
  </w:style>
  <w:style w:type="paragraph" w:customStyle="1" w:styleId="CABullets">
    <w:name w:val="CA Bullets"/>
    <w:basedOn w:val="CABody"/>
    <w:qFormat/>
    <w:rsid w:val="00F12410"/>
    <w:pPr>
      <w:numPr>
        <w:numId w:val="16"/>
      </w:numPr>
      <w:spacing w:after="100"/>
      <w:ind w:left="357" w:hanging="357"/>
    </w:pPr>
  </w:style>
  <w:style w:type="paragraph" w:customStyle="1" w:styleId="CABody">
    <w:name w:val="CA Body"/>
    <w:basedOn w:val="Normal"/>
    <w:qFormat/>
    <w:rsid w:val="00F12410"/>
    <w:pPr>
      <w:suppressAutoHyphens/>
      <w:spacing w:after="140" w:line="280" w:lineRule="exact"/>
    </w:pPr>
    <w:rPr>
      <w:rFonts w:ascii="Arial" w:hAnsi="Arial" w:cs="Arial"/>
      <w:color w:val="58595A"/>
      <w:spacing w:val="-2"/>
      <w:sz w:val="18"/>
      <w:szCs w:val="18"/>
      <w:lang w:val="en-US" w:eastAsia="en-US"/>
    </w:rPr>
  </w:style>
  <w:style w:type="paragraph" w:customStyle="1" w:styleId="CAH1">
    <w:name w:val="CA H1"/>
    <w:basedOn w:val="Normal"/>
    <w:qFormat/>
    <w:rsid w:val="00566807"/>
    <w:pPr>
      <w:suppressAutoHyphens/>
      <w:spacing w:after="80" w:line="240" w:lineRule="auto"/>
      <w:outlineLvl w:val="0"/>
    </w:pPr>
    <w:rPr>
      <w:rFonts w:ascii="Arial" w:hAnsi="Arial" w:cs="Arial"/>
      <w:b/>
      <w:color w:val="00A3DD"/>
      <w:sz w:val="44"/>
      <w:szCs w:val="20"/>
      <w:lang w:val="en-US" w:eastAsia="en-US"/>
    </w:rPr>
  </w:style>
  <w:style w:type="paragraph" w:customStyle="1" w:styleId="CAH2">
    <w:name w:val="CA H2"/>
    <w:basedOn w:val="Normal"/>
    <w:qFormat/>
    <w:rsid w:val="00F3016F"/>
    <w:pPr>
      <w:suppressAutoHyphens/>
      <w:spacing w:before="240" w:after="300" w:line="240" w:lineRule="auto"/>
      <w:outlineLvl w:val="1"/>
    </w:pPr>
    <w:rPr>
      <w:rFonts w:ascii="Arial" w:hAnsi="Arial" w:cs="Arial"/>
      <w:bCs/>
      <w:sz w:val="36"/>
      <w:szCs w:val="24"/>
      <w:lang w:val="en-US" w:eastAsia="en-US"/>
    </w:rPr>
  </w:style>
  <w:style w:type="paragraph" w:customStyle="1" w:styleId="CAH3">
    <w:name w:val="CA H3"/>
    <w:basedOn w:val="Normal"/>
    <w:qFormat/>
    <w:rsid w:val="0075269C"/>
    <w:pPr>
      <w:suppressAutoHyphens/>
      <w:spacing w:before="200" w:after="40" w:line="260" w:lineRule="exact"/>
      <w:outlineLvl w:val="2"/>
    </w:pPr>
    <w:rPr>
      <w:rFonts w:ascii="Arial Bold" w:hAnsi="Arial Bold"/>
      <w:b/>
      <w:bCs/>
      <w:spacing w:val="-10"/>
      <w:sz w:val="23"/>
      <w:szCs w:val="24"/>
      <w:lang w:val="en-AU" w:eastAsia="en-US"/>
    </w:rPr>
  </w:style>
  <w:style w:type="paragraph" w:customStyle="1" w:styleId="CAH6">
    <w:name w:val="CA H6"/>
    <w:basedOn w:val="CAH3"/>
    <w:qFormat/>
    <w:rsid w:val="004073F4"/>
    <w:rPr>
      <w:sz w:val="20"/>
    </w:rPr>
  </w:style>
  <w:style w:type="paragraph" w:customStyle="1" w:styleId="CAH5">
    <w:name w:val="CA H5"/>
    <w:basedOn w:val="CAH1"/>
    <w:qFormat/>
    <w:rsid w:val="00F3016F"/>
    <w:rPr>
      <w:color w:val="58595A"/>
      <w:sz w:val="24"/>
    </w:rPr>
  </w:style>
  <w:style w:type="paragraph" w:customStyle="1" w:styleId="CAH4">
    <w:name w:val="CA H4"/>
    <w:basedOn w:val="Normal"/>
    <w:qFormat/>
    <w:rsid w:val="001A74AF"/>
    <w:pPr>
      <w:suppressAutoHyphens/>
      <w:spacing w:before="40" w:after="40" w:line="260" w:lineRule="exact"/>
      <w:outlineLvl w:val="3"/>
    </w:pPr>
    <w:rPr>
      <w:rFonts w:ascii="Arial" w:hAnsi="Arial" w:cs="Arial"/>
      <w:bCs/>
      <w:color w:val="00A3DD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073F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073F4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073F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073F4"/>
    <w:rPr>
      <w:rFonts w:ascii="Calibri" w:hAnsi="Calibri"/>
      <w:sz w:val="22"/>
      <w:szCs w:val="22"/>
    </w:rPr>
  </w:style>
  <w:style w:type="character" w:customStyle="1" w:styleId="Heading1Char">
    <w:name w:val="Heading 1 Char"/>
    <w:link w:val="Heading1"/>
    <w:uiPriority w:val="9"/>
    <w:rsid w:val="005047DB"/>
    <w:rPr>
      <w:rFonts w:ascii="Calibri" w:eastAsia="MS Gothic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link w:val="Heading2"/>
    <w:uiPriority w:val="9"/>
    <w:rsid w:val="005047DB"/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customStyle="1" w:styleId="CATabs">
    <w:name w:val="CA Tabs"/>
    <w:basedOn w:val="CABody"/>
    <w:qFormat/>
    <w:rsid w:val="005047DB"/>
    <w:pPr>
      <w:tabs>
        <w:tab w:val="left" w:pos="284"/>
      </w:tabs>
    </w:pPr>
  </w:style>
  <w:style w:type="paragraph" w:customStyle="1" w:styleId="CALegal">
    <w:name w:val="CA Legal"/>
    <w:basedOn w:val="CABody"/>
    <w:qFormat/>
    <w:rsid w:val="00D94E8D"/>
    <w:rPr>
      <w:sz w:val="13"/>
    </w:rPr>
  </w:style>
  <w:style w:type="paragraph" w:customStyle="1" w:styleId="CALealDisclaimer">
    <w:name w:val="CA Leal Disclaimer"/>
    <w:basedOn w:val="CABody"/>
    <w:qFormat/>
    <w:rsid w:val="00F12410"/>
    <w:pPr>
      <w:spacing w:after="0" w:line="160" w:lineRule="exact"/>
    </w:pPr>
    <w:rPr>
      <w:sz w:val="13"/>
    </w:rPr>
  </w:style>
  <w:style w:type="paragraph" w:customStyle="1" w:styleId="CANUmberlist">
    <w:name w:val="CA NUmber list"/>
    <w:basedOn w:val="CABody"/>
    <w:qFormat/>
    <w:rsid w:val="00D37E6F"/>
    <w:pPr>
      <w:numPr>
        <w:numId w:val="13"/>
      </w:numPr>
    </w:pPr>
  </w:style>
  <w:style w:type="paragraph" w:customStyle="1" w:styleId="CAWebAddress">
    <w:name w:val="CA Web Address"/>
    <w:basedOn w:val="Normal"/>
    <w:qFormat/>
    <w:rsid w:val="00F12410"/>
    <w:pPr>
      <w:widowControl w:val="0"/>
      <w:suppressAutoHyphens/>
      <w:autoSpaceDE w:val="0"/>
      <w:autoSpaceDN w:val="0"/>
      <w:adjustRightInd w:val="0"/>
      <w:spacing w:after="120" w:line="160" w:lineRule="atLeast"/>
      <w:textAlignment w:val="center"/>
    </w:pPr>
    <w:rPr>
      <w:rFonts w:ascii="Arial" w:hAnsi="Arial" w:cs="Arial"/>
      <w:b/>
      <w:color w:val="58595A"/>
      <w:sz w:val="16"/>
      <w:szCs w:val="1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9A4161"/>
  </w:style>
  <w:style w:type="character" w:styleId="Hyperlink">
    <w:name w:val="Hyperlink"/>
    <w:uiPriority w:val="99"/>
    <w:unhideWhenUsed/>
    <w:rsid w:val="00217DE7"/>
    <w:rPr>
      <w:color w:val="0000FF"/>
      <w:u w:val="single"/>
    </w:rPr>
  </w:style>
  <w:style w:type="paragraph" w:styleId="NoSpacing">
    <w:name w:val="No Spacing"/>
    <w:uiPriority w:val="1"/>
    <w:qFormat/>
    <w:rsid w:val="00217DE7"/>
    <w:rPr>
      <w:rFonts w:ascii="Calibri" w:eastAsia="Calibri" w:hAnsi="Calibri"/>
      <w:sz w:val="22"/>
      <w:szCs w:val="22"/>
      <w:lang w:val="en-US"/>
    </w:rPr>
  </w:style>
  <w:style w:type="paragraph" w:customStyle="1" w:styleId="TopHeadBlack">
    <w:name w:val="Top Head Black"/>
    <w:basedOn w:val="Normal"/>
    <w:rsid w:val="00217DE7"/>
    <w:pPr>
      <w:widowControl w:val="0"/>
      <w:spacing w:after="40" w:line="240" w:lineRule="auto"/>
      <w:ind w:right="283"/>
      <w:jc w:val="right"/>
    </w:pPr>
    <w:rPr>
      <w:rFonts w:ascii="Arial" w:hAnsi="Arial" w:cs="Arial"/>
      <w:b/>
      <w:bCs/>
      <w:color w:val="000000"/>
      <w:kern w:val="28"/>
      <w:sz w:val="30"/>
      <w:szCs w:val="32"/>
      <w:lang w:val="en-AU" w:eastAsia="en-US"/>
    </w:rPr>
  </w:style>
  <w:style w:type="paragraph" w:styleId="Revision">
    <w:name w:val="Revision"/>
    <w:hidden/>
    <w:uiPriority w:val="99"/>
    <w:semiHidden/>
    <w:rsid w:val="00AF3620"/>
    <w:rPr>
      <w:rFonts w:ascii="Calibri" w:hAnsi="Calibri"/>
      <w:sz w:val="22"/>
      <w:szCs w:val="22"/>
      <w:lang w:val="en-NZ" w:eastAsia="en-NZ"/>
    </w:rPr>
  </w:style>
  <w:style w:type="paragraph" w:customStyle="1" w:styleId="subsection">
    <w:name w:val="subsection"/>
    <w:aliases w:val="ss"/>
    <w:basedOn w:val="Normal"/>
    <w:link w:val="subsectionChar"/>
    <w:rsid w:val="00DE0BF8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hAnsi="Times New Roman"/>
      <w:szCs w:val="20"/>
      <w:lang w:val="en-AU"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rsid w:val="00DE0BF8"/>
    <w:rPr>
      <w:sz w:val="22"/>
      <w:lang w:eastAsia="en-AU"/>
    </w:rPr>
  </w:style>
  <w:style w:type="paragraph" w:styleId="ListParagraph">
    <w:name w:val="List Paragraph"/>
    <w:basedOn w:val="Normal"/>
    <w:uiPriority w:val="34"/>
    <w:qFormat/>
    <w:rsid w:val="00D45A8A"/>
    <w:pPr>
      <w:ind w:left="720"/>
      <w:contextualSpacing/>
    </w:pPr>
  </w:style>
  <w:style w:type="table" w:styleId="TableGrid">
    <w:name w:val="Table Grid"/>
    <w:basedOn w:val="TableNormal"/>
    <w:uiPriority w:val="59"/>
    <w:rsid w:val="00D84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5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D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D89"/>
    <w:rPr>
      <w:rFonts w:ascii="Calibri" w:hAnsi="Calibri"/>
      <w:lang w:val="en-NZ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D89"/>
    <w:rPr>
      <w:rFonts w:ascii="Calibri" w:hAnsi="Calibri"/>
      <w:b/>
      <w:bCs/>
      <w:lang w:val="en-NZ" w:eastAsia="en-NZ"/>
    </w:rPr>
  </w:style>
  <w:style w:type="character" w:styleId="Mention">
    <w:name w:val="Mention"/>
    <w:basedOn w:val="DefaultParagraphFont"/>
    <w:uiPriority w:val="99"/>
    <w:semiHidden/>
    <w:unhideWhenUsed/>
    <w:rsid w:val="0091253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5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_c\Downloads\A4%20Document%20Cover%20Portrai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W Documents" ma:contentTypeID="0x010100CA7B83F8BAD84A2891E86FA57348BC4900426165D0ABB97348BE3A58CA98ABC20A" ma:contentTypeVersion="10" ma:contentTypeDescription="Create a new document." ma:contentTypeScope="" ma:versionID="540c33d71c5840b3c5f277cc583b745a">
  <xsd:schema xmlns:xsd="http://www.w3.org/2001/XMLSchema" xmlns:xs="http://www.w3.org/2001/XMLSchema" xmlns:p="http://schemas.microsoft.com/office/2006/metadata/properties" xmlns:ns2="596afb3e-a0c7-40af-b903-b956693eb0ce" xmlns:ns3="84ddf0d7-d1d0-480d-a656-f0d0cee0d9f3" targetNamespace="http://schemas.microsoft.com/office/2006/metadata/properties" ma:root="true" ma:fieldsID="7a9bdee86bf0bda47dd6fdd5e331a18f" ns2:_="" ns3:_="">
    <xsd:import namespace="596afb3e-a0c7-40af-b903-b956693eb0ce"/>
    <xsd:import namespace="84ddf0d7-d1d0-480d-a656-f0d0cee0d9f3"/>
    <xsd:element name="properties">
      <xsd:complexType>
        <xsd:sequence>
          <xsd:element name="documentManagement">
            <xsd:complexType>
              <xsd:all>
                <xsd:element ref="ns2:WspcDocumentType"/>
                <xsd:element ref="ns2:DWDocumentTags_1" minOccurs="0"/>
                <xsd:element ref="ns3:TaxCatchAll" minOccurs="0"/>
                <xsd:element ref="ns3:TaxCatchAllLabel" minOccurs="0"/>
                <xsd:element ref="ns2:WspcFunction_1" minOccurs="0"/>
                <xsd:element ref="ns2:WspcRegion_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afb3e-a0c7-40af-b903-b956693eb0ce" elementFormDefault="qualified">
    <xsd:import namespace="http://schemas.microsoft.com/office/2006/documentManagement/types"/>
    <xsd:import namespace="http://schemas.microsoft.com/office/infopath/2007/PartnerControls"/>
    <xsd:element name="WspcDocumentType" ma:index="8" ma:displayName="Document Type" ma:description="" ma:format="Dropdown" ma:internalName="WspcDocumentType">
      <xsd:simpleType>
        <xsd:restriction base="dms:Choice">
          <xsd:enumeration value="Form"/>
          <xsd:enumeration value="Policy"/>
          <xsd:enumeration value="Report"/>
          <xsd:enumeration value="Template"/>
          <xsd:enumeration value="Tip Sheet"/>
          <xsd:enumeration value="Training Guide"/>
          <xsd:enumeration value="Other"/>
        </xsd:restriction>
      </xsd:simpleType>
    </xsd:element>
    <xsd:element name="DWDocumentTags_1" ma:index="9" nillable="true" ma:taxonomy="true" ma:internalName="DWDocumentTags_1" ma:taxonomyFieldName="DWDocumentTags" ma:displayName="Tags" ma:default="" ma:fieldId="{373921e5-6337-4ba1-acff-ce14b215a4bf}" ma:taxonomyMulti="true" ma:sspId="f803a245-4b3e-41be-ae7d-787f61552dd6" ma:termSetId="08d11d54-d5ec-4152-928b-a338f5a1c1f7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WspcFunction_1" ma:index="13" nillable="true" ma:taxonomy="true" ma:internalName="WspcFunction_1" ma:taxonomyFieldName="WspcFunction" ma:displayName="Function" ma:fieldId="{0f5052f0-8799-4610-bbbe-a2687938760d}" ma:sspId="f803a245-4b3e-41be-ae7d-787f61552dd6" ma:termSetId="4578d870-a226-4e8d-b0da-ec2e73f50ee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spcRegion_1" ma:index="16" nillable="true" ma:taxonomy="true" ma:internalName="WspcRegion_1" ma:taxonomyFieldName="WspcRegion" ma:displayName="Region" ma:readOnly="false" ma:default="" ma:fieldId="{e569e34e-a80e-4ea7-8d7f-f0e416f49fde}" ma:sspId="f803a245-4b3e-41be-ae7d-787f61552dd6" ma:termSetId="22d51a04-242a-4f98-8d4e-a9864f6b8a9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df0d7-d1d0-480d-a656-f0d0cee0d9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d860b18c-5417-448b-9066-9a47d8e09cce}" ma:internalName="TaxCatchAll" ma:showField="CatchAllData" ma:web="84ddf0d7-d1d0-480d-a656-f0d0cee0d9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d860b18c-5417-448b-9066-9a47d8e09cce}" ma:internalName="TaxCatchAllLabel" ma:readOnly="true" ma:showField="CatchAllDataLabel" ma:web="84ddf0d7-d1d0-480d-a656-f0d0cee0d9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spcRegion_1 xmlns="596afb3e-a0c7-40af-b903-b956693eb0ce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</TermName>
          <TermId xmlns="http://schemas.microsoft.com/office/infopath/2007/PartnerControls">52feace6-8534-43e3-8625-b6897125a7d2</TermId>
        </TermInfo>
      </Terms>
    </WspcRegion_1>
    <DWDocumentTags_1 xmlns="596afb3e-a0c7-40af-b903-b956693eb0ce">
      <Terms xmlns="http://schemas.microsoft.com/office/infopath/2007/PartnerControls">
        <TermInfo xmlns="http://schemas.microsoft.com/office/infopath/2007/PartnerControls">
          <TermName xmlns="http://schemas.microsoft.com/office/infopath/2007/PartnerControls">#corporatetemplate</TermName>
          <TermId xmlns="http://schemas.microsoft.com/office/infopath/2007/PartnerControls">06f8d4b7-fa96-4e1e-bb6e-e5753b0dda28</TermId>
        </TermInfo>
      </Terms>
    </DWDocumentTags_1>
    <TaxCatchAll xmlns="84ddf0d7-d1d0-480d-a656-f0d0cee0d9f3">
      <Value>453</Value>
      <Value>228</Value>
      <Value>217</Value>
    </TaxCatchAll>
    <WspcFunction_1 xmlns="596afb3e-a0c7-40af-b903-b956693eb0ce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Brand ＆ Marketing</TermName>
          <TermId xmlns="http://schemas.microsoft.com/office/infopath/2007/PartnerControls">03c4c1d6-e504-4cc8-b2ff-b1d0b9556792</TermId>
        </TermInfo>
      </Terms>
    </WspcFunction_1>
    <WspcDocumentType xmlns="596afb3e-a0c7-40af-b903-b956693eb0ce">Template</WspcDocumentTyp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A195D9-D216-4EE8-B95A-4622EAB11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afb3e-a0c7-40af-b903-b956693eb0ce"/>
    <ds:schemaRef ds:uri="84ddf0d7-d1d0-480d-a656-f0d0cee0d9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2B5308-1275-49F7-8CCA-8D63CEE74DAF}">
  <ds:schemaRefs>
    <ds:schemaRef ds:uri="http://schemas.microsoft.com/office/2006/metadata/properties"/>
    <ds:schemaRef ds:uri="http://schemas.microsoft.com/office/infopath/2007/PartnerControls"/>
    <ds:schemaRef ds:uri="596afb3e-a0c7-40af-b903-b956693eb0ce"/>
    <ds:schemaRef ds:uri="84ddf0d7-d1d0-480d-a656-f0d0cee0d9f3"/>
  </ds:schemaRefs>
</ds:datastoreItem>
</file>

<file path=customXml/itemProps3.xml><?xml version="1.0" encoding="utf-8"?>
<ds:datastoreItem xmlns:ds="http://schemas.openxmlformats.org/officeDocument/2006/customXml" ds:itemID="{6B6B8817-64D9-47D1-83FE-F78F73D63D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CD05A6-C687-4EA2-B361-49AEB7F4D8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630DF4-373E-492D-894B-1B669AD7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Document Cover Portrait (1)</Template>
  <TotalTime>174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N.Z.I.C.A.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Clarkson</dc:creator>
  <cp:keywords/>
  <cp:lastModifiedBy>Rothany Ward</cp:lastModifiedBy>
  <cp:revision>9</cp:revision>
  <cp:lastPrinted>2014-06-11T02:20:00Z</cp:lastPrinted>
  <dcterms:created xsi:type="dcterms:W3CDTF">2017-04-04T03:47:00Z</dcterms:created>
  <dcterms:modified xsi:type="dcterms:W3CDTF">2018-02-08T05:26:00Z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0x010100CA7B83F8BAD84A2891E86FA57348BC4900426165D0ABB97348BE3A58CA98ABC20A</vt:lpwstr>
  </property>
  <property fmtid="{D5CDD505-2E9C-101B-9397-08002B2CF9AE}" pid="3" name="WspcFunction">
    <vt:lpwstr>228;#Brand ＆ Marketing|03c4c1d6-e504-4cc8-b2ff-b1d0b9556792</vt:lpwstr>
  </property>
  <property fmtid="{D5CDD505-2E9C-101B-9397-08002B2CF9AE}" pid="4" name="DWDocumentTags">
    <vt:lpwstr>453;##corporatetemplate|06f8d4b7-fa96-4e1e-bb6e-e5753b0dda28</vt:lpwstr>
  </property>
  <property fmtid="{D5CDD505-2E9C-101B-9397-08002B2CF9AE}" pid="5" name="WspcRegion">
    <vt:lpwstr>217;#All|52feace6-8534-43e3-8625-b6897125a7d2</vt:lpwstr>
  </property>
</Properties>
</file>